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10EC4CBA" w:rsidR="000B5E2E" w:rsidRPr="00450DE8" w:rsidRDefault="00F30090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26520771" w:rsidR="000B5E2E" w:rsidRPr="00450DE8" w:rsidRDefault="00752132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92E19">
              <w:rPr>
                <w:sz w:val="24"/>
                <w:szCs w:val="24"/>
              </w:rPr>
              <w:t>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3F8FD7" w14:textId="77777777" w:rsidR="003E5410" w:rsidRDefault="00F30090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sz w:val="24"/>
                <w:szCs w:val="24"/>
              </w:rPr>
              <w:t>учреждение  «</w:t>
            </w:r>
            <w:proofErr w:type="gramEnd"/>
            <w:r>
              <w:rPr>
                <w:sz w:val="24"/>
                <w:szCs w:val="24"/>
              </w:rPr>
              <w:t xml:space="preserve">Средняя общеобразовательная школа </w:t>
            </w:r>
          </w:p>
          <w:p w14:paraId="2EE74574" w14:textId="5077A37B" w:rsidR="000B5E2E" w:rsidRPr="00450DE8" w:rsidRDefault="00F30090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197</w:t>
            </w:r>
            <w:r w:rsidR="003E5410">
              <w:rPr>
                <w:sz w:val="24"/>
                <w:szCs w:val="24"/>
              </w:rPr>
              <w:t xml:space="preserve"> имени В. М</w:t>
            </w:r>
            <w:bookmarkStart w:id="0" w:name="_GoBack"/>
            <w:bookmarkEnd w:id="0"/>
            <w:r w:rsidR="003E5410">
              <w:rPr>
                <w:sz w:val="24"/>
                <w:szCs w:val="24"/>
              </w:rPr>
              <w:t>аркелова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09747CD1" w:rsidR="000B5E2E" w:rsidRPr="00450DE8" w:rsidRDefault="00E43884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30090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571620DA" w:rsidR="000B5E2E" w:rsidRPr="00450DE8" w:rsidRDefault="00E43884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F30090">
              <w:rPr>
                <w:sz w:val="24"/>
                <w:szCs w:val="24"/>
              </w:rPr>
              <w:t>.10.2023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33F43E50" w:rsidR="000B5E2E" w:rsidRPr="00450DE8" w:rsidRDefault="00892E1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2E877373" w:rsidR="000B5E2E" w:rsidRPr="00450DE8" w:rsidRDefault="00892E1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Пономарева А.В.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32F0449E" w:rsidR="000B5E2E" w:rsidRPr="00450DE8" w:rsidRDefault="00892E19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011E9AC0" w:rsidR="000B5E2E" w:rsidRPr="00450DE8" w:rsidRDefault="00892E19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3C0748BF" w:rsidR="000B5E2E" w:rsidRPr="00450DE8" w:rsidRDefault="00892E1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1A3ABA23" w:rsidR="000B5E2E" w:rsidRPr="00450DE8" w:rsidRDefault="00892E19" w:rsidP="00892E1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Карпенко К.И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4AC313A5" w:rsidR="000B5E2E" w:rsidRPr="00450DE8" w:rsidRDefault="00892E19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72CE0590" w:rsidR="000B5E2E" w:rsidRPr="00450DE8" w:rsidRDefault="00892E19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0B5E2E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7E7E9E60" w:rsidR="000B5E2E" w:rsidRPr="00450DE8" w:rsidRDefault="00892E1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76E99371" w:rsidR="000B5E2E" w:rsidRPr="00450DE8" w:rsidRDefault="00892E1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Бруснецова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55911AD3" w:rsidR="000B5E2E" w:rsidRPr="00450DE8" w:rsidRDefault="00892E19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4A6D277A" w:rsidR="000B5E2E" w:rsidRPr="00450DE8" w:rsidRDefault="00892E19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B5E2E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5A8EC4A8" w:rsidR="000B5E2E" w:rsidRPr="00450DE8" w:rsidRDefault="00892E1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3EB06A6B" w:rsidR="000B5E2E" w:rsidRPr="00450DE8" w:rsidRDefault="00892E19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Шумилов С.М.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11254D6B" w:rsidR="000B5E2E" w:rsidRPr="00450DE8" w:rsidRDefault="00892E19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2F355F3C" w:rsidR="000B5E2E" w:rsidRPr="00450DE8" w:rsidRDefault="00892E19" w:rsidP="003E54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CE471" w14:textId="77777777" w:rsidR="003C4EC2" w:rsidRDefault="003C4EC2">
      <w:r>
        <w:separator/>
      </w:r>
    </w:p>
  </w:endnote>
  <w:endnote w:type="continuationSeparator" w:id="0">
    <w:p w14:paraId="66B7D1FF" w14:textId="77777777" w:rsidR="003C4EC2" w:rsidRDefault="003C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59ACC" w14:textId="77777777" w:rsidR="003C4EC2" w:rsidRDefault="003C4EC2">
      <w:r>
        <w:separator/>
      </w:r>
    </w:p>
  </w:footnote>
  <w:footnote w:type="continuationSeparator" w:id="0">
    <w:p w14:paraId="20A5DC7D" w14:textId="77777777" w:rsidR="003C4EC2" w:rsidRDefault="003C4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41D9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5470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4EC2"/>
    <w:rsid w:val="003C5DA3"/>
    <w:rsid w:val="003D02B6"/>
    <w:rsid w:val="003D6970"/>
    <w:rsid w:val="003D7465"/>
    <w:rsid w:val="003E0283"/>
    <w:rsid w:val="003E4F6A"/>
    <w:rsid w:val="003E5410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2132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2E19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3884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1A1F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0090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2486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A963F-C0A9-4078-99B1-FF8C78F5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765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25</cp:revision>
  <cp:lastPrinted>2023-09-06T06:20:00Z</cp:lastPrinted>
  <dcterms:created xsi:type="dcterms:W3CDTF">2023-09-05T07:25:00Z</dcterms:created>
  <dcterms:modified xsi:type="dcterms:W3CDTF">2023-10-10T03:19:00Z</dcterms:modified>
</cp:coreProperties>
</file>