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AC3061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7649B82E" w:rsidR="00AC3061" w:rsidRPr="00450DE8" w:rsidRDefault="00916CEC" w:rsidP="00916C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C3061">
              <w:rPr>
                <w:sz w:val="24"/>
                <w:szCs w:val="24"/>
              </w:rPr>
              <w:t>бществознание</w:t>
            </w:r>
          </w:p>
        </w:tc>
      </w:tr>
      <w:tr w:rsidR="00AC3061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018EA0B6" w:rsidR="00AC3061" w:rsidRPr="00450DE8" w:rsidRDefault="00AC3061" w:rsidP="00916C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C3061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9F6BA8" w14:textId="77777777" w:rsidR="00916CEC" w:rsidRDefault="00AC3061" w:rsidP="00916C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14:paraId="2EE74574" w14:textId="429B086F" w:rsidR="00AC3061" w:rsidRPr="00450DE8" w:rsidRDefault="00AC3061" w:rsidP="00916C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AC3061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4B9A5218" w:rsidR="00AC3061" w:rsidRPr="00450DE8" w:rsidRDefault="00AC3061" w:rsidP="00916C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6CEC">
              <w:rPr>
                <w:sz w:val="24"/>
                <w:szCs w:val="24"/>
              </w:rPr>
              <w:t xml:space="preserve"> класс</w:t>
            </w:r>
          </w:p>
        </w:tc>
      </w:tr>
      <w:tr w:rsidR="00AC3061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0A218293" w:rsidR="00AC3061" w:rsidRPr="00450DE8" w:rsidRDefault="00916CEC" w:rsidP="00916C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октября </w:t>
            </w:r>
            <w:r w:rsidR="00AC3061">
              <w:rPr>
                <w:sz w:val="24"/>
                <w:szCs w:val="24"/>
              </w:rPr>
              <w:t>2023</w:t>
            </w:r>
          </w:p>
        </w:tc>
      </w:tr>
      <w:tr w:rsidR="00AC3061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AC3061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57E815B7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0A6A3E9E" w:rsidR="00AC3061" w:rsidRPr="00450DE8" w:rsidRDefault="00AC3061" w:rsidP="00AC306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Перескоков Д.Н.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480BE729" w:rsidR="00AC3061" w:rsidRPr="00450DE8" w:rsidRDefault="00AC3061" w:rsidP="00916C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16CEC">
              <w:rPr>
                <w:sz w:val="24"/>
                <w:szCs w:val="24"/>
              </w:rPr>
              <w:t>Б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22B2FFCC" w:rsidR="00AC3061" w:rsidRPr="00450DE8" w:rsidRDefault="00AC3061" w:rsidP="00916CEC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16785" w14:textId="77777777" w:rsidR="006820E1" w:rsidRDefault="006820E1">
      <w:r>
        <w:separator/>
      </w:r>
    </w:p>
  </w:endnote>
  <w:endnote w:type="continuationSeparator" w:id="0">
    <w:p w14:paraId="3B6CD3B2" w14:textId="77777777" w:rsidR="006820E1" w:rsidRDefault="006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CC9A1" w14:textId="77777777" w:rsidR="006820E1" w:rsidRDefault="006820E1">
      <w:r>
        <w:separator/>
      </w:r>
    </w:p>
  </w:footnote>
  <w:footnote w:type="continuationSeparator" w:id="0">
    <w:p w14:paraId="0327E8E1" w14:textId="77777777" w:rsidR="006820E1" w:rsidRDefault="006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16CEC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3061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E8657-78B6-4ABA-AB95-8ACE7C8BB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81</TotalTime>
  <Pages>1</Pages>
  <Words>84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698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19</cp:revision>
  <cp:lastPrinted>2023-09-06T06:20:00Z</cp:lastPrinted>
  <dcterms:created xsi:type="dcterms:W3CDTF">2023-09-05T07:25:00Z</dcterms:created>
  <dcterms:modified xsi:type="dcterms:W3CDTF">2023-10-05T08:43:00Z</dcterms:modified>
</cp:coreProperties>
</file>