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64163061" w:rsidR="000B5E2E" w:rsidRPr="00450DE8" w:rsidRDefault="00453E11" w:rsidP="00453E1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6271976" w:rsidR="000B5E2E" w:rsidRPr="00450DE8" w:rsidRDefault="00453E11" w:rsidP="00453E1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41F07544" w:rsidR="000B5E2E" w:rsidRPr="00450DE8" w:rsidRDefault="00453E11" w:rsidP="00453E1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1158D89" w:rsidR="000B5E2E" w:rsidRPr="00450DE8" w:rsidRDefault="00453E11" w:rsidP="00453E1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2F44256C" w:rsidR="000B5E2E" w:rsidRPr="00450DE8" w:rsidRDefault="00453E11" w:rsidP="00453E1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40C2A92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0C05CEBB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0F6D5D2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6B53B209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01C9F889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250DC7AB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Карпенко К.И.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67FB2446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56ABC04B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42ACDACF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1B5BF563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Николаева Д.М.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353B1AB5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375BA461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7C532198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14C5A764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Мосалов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  <w:r w:rsidR="009E4C71">
              <w:rPr>
                <w:sz w:val="24"/>
                <w:szCs w:val="24"/>
              </w:rPr>
              <w:t>С.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7CBE928A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999F5B7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1C3CC1BA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068F077D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Килеева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18DDDA33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6C277F98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ED0C88" w:rsidRPr="00450DE8" w14:paraId="330F2F09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547E7" w14:textId="61E0B9A3" w:rsidR="00ED0C88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60F4" w14:textId="10480991" w:rsidR="00ED0C88" w:rsidRDefault="00ED0C8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С.Е.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84A2D" w14:textId="38933321" w:rsidR="00ED0C88" w:rsidRDefault="00ED0C88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2A2E0" w14:textId="22FF9967" w:rsidR="00ED0C88" w:rsidRDefault="00ED0C88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053E7D7B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06519235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Пильтяй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1C4C6AD6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595F066E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4960944D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139C9DD7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4EEEC186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146AB1C8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0B5E2E" w:rsidRPr="00450DE8" w14:paraId="21E05AA0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7DA5" w14:textId="192625CB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E63A" w14:textId="4659BF16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D42" w14:textId="561BD860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851" w14:textId="53F003A1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0B5E2E" w:rsidRPr="00450DE8" w14:paraId="7361C7D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6A3E" w14:textId="62F13423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9641" w14:textId="3FA7F5EF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Магсумов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0B44" w14:textId="7ACAAAAF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E666" w14:textId="2AACC597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0B5E2E" w:rsidRPr="00450DE8" w14:paraId="5796DE61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AB4B" w14:textId="3188C88C" w:rsidR="000B5E2E" w:rsidRPr="00450DE8" w:rsidRDefault="009E4C7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1438" w14:textId="168E7480" w:rsidR="000B5E2E" w:rsidRPr="00450DE8" w:rsidRDefault="00453E1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Рощина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761E" w14:textId="220B5291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4B92" w14:textId="276B5154" w:rsidR="000B5E2E" w:rsidRPr="00450DE8" w:rsidRDefault="00453E11" w:rsidP="00915E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5E2E" w:rsidRPr="00450DE8" w14:paraId="00F69BA5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0DDF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0DA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EA94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15F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3E11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15EDA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4C71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0C88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07201-8A9A-46DA-9074-45F9F29A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87</TotalTime>
  <Pages>1</Pages>
  <Words>135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922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21</cp:revision>
  <cp:lastPrinted>2023-09-06T06:20:00Z</cp:lastPrinted>
  <dcterms:created xsi:type="dcterms:W3CDTF">2023-09-05T07:25:00Z</dcterms:created>
  <dcterms:modified xsi:type="dcterms:W3CDTF">2023-10-13T07:36:00Z</dcterms:modified>
</cp:coreProperties>
</file>