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6968BCD" w:rsidR="000B5E2E" w:rsidRPr="00450DE8" w:rsidRDefault="003C675A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C14253D" w:rsidR="000B5E2E" w:rsidRPr="00450DE8" w:rsidRDefault="003C675A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43854E7D" w:rsidR="000B5E2E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197 имени В. Маркелова»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892DF15" w:rsidR="000B5E2E" w:rsidRPr="00450DE8" w:rsidRDefault="00F87832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74C01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3B02F370" w:rsidR="000B5E2E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сентября </w:t>
            </w:r>
            <w:r w:rsidR="003C675A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E74C01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6F72E53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17EE19D4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Шарапова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D9C4319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49E3A7AA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E74C01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EC10116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58686AD1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2EC6D972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F39A55A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E74C01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26B405BC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0B42DFE9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Маньковский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1D90A935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2665B7DF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E74C01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634CC05C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716E9EA2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51B811F9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1D251DF1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74C01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127C69B5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4EF26919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Султанова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1D964E62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32DA2A50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E74C01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2A32BE9C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6D33AFC4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Круподерова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2A49BFAC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5FED0AD5" w:rsidR="00E74C01" w:rsidRPr="00450DE8" w:rsidRDefault="00E74C01" w:rsidP="00E74C0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525C9" w14:textId="77777777" w:rsidR="00BC488F" w:rsidRDefault="00BC488F">
      <w:r>
        <w:separator/>
      </w:r>
    </w:p>
  </w:endnote>
  <w:endnote w:type="continuationSeparator" w:id="0">
    <w:p w14:paraId="5BD983EA" w14:textId="77777777" w:rsidR="00BC488F" w:rsidRDefault="00BC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DF760" w14:textId="77777777" w:rsidR="00BC488F" w:rsidRDefault="00BC488F">
      <w:r>
        <w:separator/>
      </w:r>
    </w:p>
  </w:footnote>
  <w:footnote w:type="continuationSeparator" w:id="0">
    <w:p w14:paraId="44641321" w14:textId="77777777" w:rsidR="00BC488F" w:rsidRDefault="00BC4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66907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C675A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488F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9C3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4C01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87832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CD4156"/>
  <w15:docId w15:val="{1F796D66-7FDC-4DCD-B1AE-D9BBF671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A1656-E9F5-46DE-A457-3BF840BD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808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197-museum</cp:lastModifiedBy>
  <cp:revision>5</cp:revision>
  <cp:lastPrinted>2023-09-06T06:20:00Z</cp:lastPrinted>
  <dcterms:created xsi:type="dcterms:W3CDTF">2023-09-24T10:33:00Z</dcterms:created>
  <dcterms:modified xsi:type="dcterms:W3CDTF">2023-09-26T05:48:00Z</dcterms:modified>
</cp:coreProperties>
</file>