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8B41098" w:rsidR="000B5E2E" w:rsidRPr="00450DE8" w:rsidRDefault="00C555B5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311C54">
              <w:rPr>
                <w:sz w:val="24"/>
                <w:szCs w:val="24"/>
              </w:rPr>
              <w:t>изическая культура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6FF1D181" w:rsidR="000B5E2E" w:rsidRPr="00450DE8" w:rsidRDefault="00311C54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66A39C" w14:textId="0CEE5DEF" w:rsidR="00311C54" w:rsidRDefault="00311C54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38FAE9F6" w:rsidR="000B5E2E" w:rsidRPr="00450DE8" w:rsidRDefault="00311C54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41A3BDFA" w:rsidR="000B5E2E" w:rsidRPr="00450DE8" w:rsidRDefault="00311C54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55B5">
              <w:rPr>
                <w:sz w:val="24"/>
                <w:szCs w:val="24"/>
              </w:rPr>
              <w:t>-6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C9EECFA" w:rsidR="000B5E2E" w:rsidRPr="00450DE8" w:rsidRDefault="00311C54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октября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4FCE6F5" w:rsidR="000B5E2E" w:rsidRPr="00311C54" w:rsidRDefault="000B5E2E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1E52DB1" w:rsidR="000B5E2E" w:rsidRPr="00450DE8" w:rsidRDefault="00311C54" w:rsidP="00C555B5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Стаханов А</w:t>
            </w:r>
            <w:r w:rsidR="00C555B5">
              <w:rPr>
                <w:sz w:val="24"/>
                <w:szCs w:val="24"/>
              </w:rPr>
              <w:t>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34820C45" w:rsidR="000B5E2E" w:rsidRPr="00450DE8" w:rsidRDefault="00311C54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4AE0D1DE" w:rsidR="000B5E2E" w:rsidRPr="00450DE8" w:rsidRDefault="00311C54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3C35575D" w:rsidR="000B5E2E" w:rsidRPr="00311C54" w:rsidRDefault="000B5E2E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10283B1D" w:rsidR="000B5E2E" w:rsidRPr="00450DE8" w:rsidRDefault="00C555B5" w:rsidP="00C555B5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Мицевич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1254ED3E" w:rsidR="000B5E2E" w:rsidRPr="00450DE8" w:rsidRDefault="00311C54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12C5932E" w:rsidR="000B5E2E" w:rsidRPr="00450DE8" w:rsidRDefault="00311C54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C555B5" w:rsidRPr="00450DE8" w14:paraId="0FA0008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72630" w14:textId="77777777" w:rsidR="00C555B5" w:rsidRPr="00311C54" w:rsidRDefault="00C555B5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0BB28" w14:textId="5B6B0584" w:rsidR="00C555B5" w:rsidRDefault="00C555B5" w:rsidP="00C555B5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Ильютченко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8BE74" w14:textId="127C6481" w:rsidR="00C555B5" w:rsidRDefault="00C555B5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4893" w14:textId="1CCD974F" w:rsidR="00C555B5" w:rsidRDefault="00C555B5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C555B5" w:rsidRPr="00450DE8" w14:paraId="131BBA42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F033" w14:textId="77777777" w:rsidR="00C555B5" w:rsidRPr="00311C54" w:rsidRDefault="00C555B5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8993C" w14:textId="5427B5F5" w:rsidR="00C555B5" w:rsidRDefault="00C555B5" w:rsidP="00C555B5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Малышев С.А.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B824B" w14:textId="49285CF0" w:rsidR="00C555B5" w:rsidRDefault="00C555B5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23583" w14:textId="2AD56DAE" w:rsidR="00C555B5" w:rsidRDefault="00C555B5" w:rsidP="00C555B5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34317F"/>
    <w:multiLevelType w:val="hybridMultilevel"/>
    <w:tmpl w:val="B6742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1C54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555B5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C9E99-9A38-4544-BAC4-A9F7E1B0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</TotalTime>
  <Pages>1</Pages>
  <Words>100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763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3</cp:revision>
  <cp:lastPrinted>2023-09-06T06:20:00Z</cp:lastPrinted>
  <dcterms:created xsi:type="dcterms:W3CDTF">2023-10-16T04:09:00Z</dcterms:created>
  <dcterms:modified xsi:type="dcterms:W3CDTF">2023-10-16T07:21:00Z</dcterms:modified>
</cp:coreProperties>
</file>