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4205D5CF" w:rsidR="000B5E2E" w:rsidRPr="007075E8" w:rsidRDefault="00FF6F20" w:rsidP="00FF6F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7075E8">
              <w:rPr>
                <w:sz w:val="24"/>
                <w:szCs w:val="24"/>
              </w:rPr>
              <w:t>нглийский язык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399C7907" w:rsidR="000B5E2E" w:rsidRPr="00450DE8" w:rsidRDefault="007075E8" w:rsidP="00FF6F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EAD868" w14:textId="77777777" w:rsidR="007E6D40" w:rsidRDefault="00FF6F20" w:rsidP="00FF6F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</w:t>
            </w:r>
            <w:r w:rsidR="007E6D40">
              <w:rPr>
                <w:sz w:val="24"/>
                <w:szCs w:val="24"/>
              </w:rPr>
              <w:t>обще</w:t>
            </w:r>
            <w:r>
              <w:rPr>
                <w:sz w:val="24"/>
                <w:szCs w:val="24"/>
              </w:rPr>
              <w:t>о</w:t>
            </w:r>
            <w:r w:rsidR="007075E8">
              <w:rPr>
                <w:sz w:val="24"/>
                <w:szCs w:val="24"/>
              </w:rPr>
              <w:t>бразоват</w:t>
            </w:r>
            <w:r>
              <w:rPr>
                <w:sz w:val="24"/>
                <w:szCs w:val="24"/>
              </w:rPr>
              <w:t xml:space="preserve">ельное учреждение «Средняя общеобразовательная школа </w:t>
            </w:r>
          </w:p>
          <w:p w14:paraId="2EE74574" w14:textId="28C014CE" w:rsidR="000B5E2E" w:rsidRPr="00450DE8" w:rsidRDefault="00FF6F20" w:rsidP="00FF6F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197 имени</w:t>
            </w:r>
            <w:r w:rsidR="007075E8">
              <w:rPr>
                <w:sz w:val="24"/>
                <w:szCs w:val="24"/>
              </w:rPr>
              <w:t xml:space="preserve"> </w:t>
            </w:r>
            <w:proofErr w:type="spellStart"/>
            <w:r w:rsidR="007075E8">
              <w:rPr>
                <w:sz w:val="24"/>
                <w:szCs w:val="24"/>
              </w:rPr>
              <w:t>В.Маркелова</w:t>
            </w:r>
            <w:proofErr w:type="spellEnd"/>
            <w:r w:rsidR="007075E8">
              <w:rPr>
                <w:sz w:val="24"/>
                <w:szCs w:val="24"/>
              </w:rPr>
              <w:t>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113722A7" w:rsidR="000B5E2E" w:rsidRPr="00450DE8" w:rsidRDefault="00527496" w:rsidP="00FF6F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7-8 </w:t>
            </w:r>
            <w:r w:rsidR="007075E8">
              <w:rPr>
                <w:sz w:val="24"/>
                <w:szCs w:val="24"/>
              </w:rPr>
              <w:t>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23365695" w:rsidR="000B5E2E" w:rsidRPr="00450DE8" w:rsidRDefault="00EF5DF5" w:rsidP="00FF6F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сентября </w:t>
            </w:r>
            <w:bookmarkStart w:id="0" w:name="_GoBack"/>
            <w:bookmarkEnd w:id="0"/>
            <w:r w:rsidR="007075E8">
              <w:rPr>
                <w:sz w:val="24"/>
                <w:szCs w:val="24"/>
              </w:rPr>
              <w:t>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7B06BB" w:rsidRPr="00450DE8" w14:paraId="62792B3F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AA66B" w14:textId="5D7CEED2" w:rsidR="007B06BB" w:rsidRDefault="007B06BB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F1D88" w14:textId="69800779" w:rsidR="007B06BB" w:rsidRDefault="007B06BB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Михайлина А</w:t>
            </w:r>
            <w:r w:rsidR="00FF6F20">
              <w:rPr>
                <w:sz w:val="24"/>
                <w:szCs w:val="24"/>
              </w:rPr>
              <w:t>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CA8E5" w14:textId="250A0132" w:rsidR="007B06BB" w:rsidRDefault="007B06BB" w:rsidP="00FF6F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845C3" w14:textId="2CBF9D0C" w:rsidR="007B06BB" w:rsidRDefault="007B06BB" w:rsidP="00FF6F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0E328F49" w:rsidR="000B5E2E" w:rsidRPr="00450DE8" w:rsidRDefault="006972B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423C48BB" w:rsidR="000B5E2E" w:rsidRPr="00450DE8" w:rsidRDefault="00527496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Куренков А</w:t>
            </w:r>
            <w:r w:rsidR="00FF6F20">
              <w:rPr>
                <w:sz w:val="24"/>
                <w:szCs w:val="24"/>
              </w:rPr>
              <w:t>.Е.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56F1C52E" w:rsidR="000B5E2E" w:rsidRPr="00450DE8" w:rsidRDefault="00527496" w:rsidP="00FF6F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2013BFE0" w:rsidR="000B5E2E" w:rsidRPr="00450DE8" w:rsidRDefault="00527496" w:rsidP="00FF6F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0B5E2E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5997F0A1" w:rsidR="000B5E2E" w:rsidRPr="00450DE8" w:rsidRDefault="006972B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17FCC175" w:rsidR="000B5E2E" w:rsidRPr="00450DE8" w:rsidRDefault="00B035F3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Перескоков Д</w:t>
            </w:r>
            <w:r w:rsidR="00FF6F20">
              <w:rPr>
                <w:sz w:val="24"/>
                <w:szCs w:val="24"/>
              </w:rPr>
              <w:t>.Н.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64B1ECC4" w:rsidR="000B5E2E" w:rsidRPr="00450DE8" w:rsidRDefault="00B035F3" w:rsidP="00FF6F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4266B801" w:rsidR="000B5E2E" w:rsidRPr="00450DE8" w:rsidRDefault="00B035F3" w:rsidP="00FF6F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0B5E2E" w:rsidRPr="00450DE8" w14:paraId="725B4DA2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C550" w14:textId="515BFC73" w:rsidR="000B5E2E" w:rsidRPr="00450DE8" w:rsidRDefault="006972B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455C" w14:textId="2D376267" w:rsidR="000B5E2E" w:rsidRPr="00450DE8" w:rsidRDefault="00B61C30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Калаганова</w:t>
            </w:r>
            <w:proofErr w:type="spellEnd"/>
            <w:r>
              <w:rPr>
                <w:sz w:val="24"/>
                <w:szCs w:val="24"/>
              </w:rPr>
              <w:t xml:space="preserve"> В</w:t>
            </w:r>
            <w:r w:rsidR="00FF6F20">
              <w:rPr>
                <w:sz w:val="24"/>
                <w:szCs w:val="24"/>
              </w:rPr>
              <w:t>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B636" w14:textId="1C8E160C" w:rsidR="000B5E2E" w:rsidRPr="00450DE8" w:rsidRDefault="00B61C30" w:rsidP="00FF6F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FCA6" w14:textId="556B2622" w:rsidR="000B5E2E" w:rsidRPr="00450DE8" w:rsidRDefault="00B61C30" w:rsidP="00FF6F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B5E2E" w:rsidRPr="00450DE8" w14:paraId="240FD44F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3E2F" w14:textId="469190EE" w:rsidR="000B5E2E" w:rsidRPr="00450DE8" w:rsidRDefault="006972B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4E25" w14:textId="2CF5FAF3" w:rsidR="000B5E2E" w:rsidRPr="00450DE8" w:rsidRDefault="00B61C30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Шарапова М</w:t>
            </w:r>
            <w:r w:rsidR="00FF6F20">
              <w:rPr>
                <w:sz w:val="24"/>
                <w:szCs w:val="24"/>
              </w:rPr>
              <w:t>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9657" w14:textId="4C207309" w:rsidR="000B5E2E" w:rsidRPr="00450DE8" w:rsidRDefault="00B61C30" w:rsidP="00FF6F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6A95" w14:textId="1094A836" w:rsidR="000B5E2E" w:rsidRPr="00450DE8" w:rsidRDefault="00B61C30" w:rsidP="00FF6F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B5E2E" w:rsidRPr="00450DE8" w14:paraId="0168BF3A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B00C" w14:textId="13C6564B" w:rsidR="000B5E2E" w:rsidRPr="00450DE8" w:rsidRDefault="006972B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E6B90" w14:textId="3C398F60" w:rsidR="000B5E2E" w:rsidRPr="00450DE8" w:rsidRDefault="00492D50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Маньковский</w:t>
            </w:r>
            <w:proofErr w:type="spellEnd"/>
            <w:r>
              <w:rPr>
                <w:sz w:val="24"/>
                <w:szCs w:val="24"/>
              </w:rPr>
              <w:t xml:space="preserve"> С</w:t>
            </w:r>
            <w:r w:rsidR="00FF6F20">
              <w:rPr>
                <w:sz w:val="24"/>
                <w:szCs w:val="24"/>
              </w:rPr>
              <w:t>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15DC9" w14:textId="1BEB2753" w:rsidR="000B5E2E" w:rsidRPr="00450DE8" w:rsidRDefault="00492D50" w:rsidP="00FF6F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C622" w14:textId="4F7501B1" w:rsidR="000B5E2E" w:rsidRPr="00450DE8" w:rsidRDefault="00492D50" w:rsidP="00FF6F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0B5E2E" w:rsidRPr="00450DE8" w14:paraId="31DAFDC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CC261" w14:textId="489E67F7" w:rsidR="000B5E2E" w:rsidRPr="00450DE8" w:rsidRDefault="006972B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9C076" w14:textId="3F70B585" w:rsidR="000B5E2E" w:rsidRPr="00450DE8" w:rsidRDefault="00CB0F51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Круподерова</w:t>
            </w:r>
            <w:proofErr w:type="spellEnd"/>
            <w:r>
              <w:rPr>
                <w:sz w:val="24"/>
                <w:szCs w:val="24"/>
              </w:rPr>
              <w:t xml:space="preserve"> В</w:t>
            </w:r>
            <w:r w:rsidR="00FF6F20">
              <w:rPr>
                <w:sz w:val="24"/>
                <w:szCs w:val="24"/>
              </w:rPr>
              <w:t>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916D8" w14:textId="5518E245" w:rsidR="000B5E2E" w:rsidRPr="00450DE8" w:rsidRDefault="00CB0F51" w:rsidP="00FF6F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E1F7E" w14:textId="3480B107" w:rsidR="000B5E2E" w:rsidRPr="00450DE8" w:rsidRDefault="00CB0F51" w:rsidP="00FF6F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758A3" w14:textId="77777777" w:rsidR="0071532E" w:rsidRDefault="0071532E">
      <w:r>
        <w:separator/>
      </w:r>
    </w:p>
  </w:endnote>
  <w:endnote w:type="continuationSeparator" w:id="0">
    <w:p w14:paraId="7B666B4C" w14:textId="77777777" w:rsidR="0071532E" w:rsidRDefault="00715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30867" w14:textId="77777777" w:rsidR="0071532E" w:rsidRDefault="0071532E">
      <w:r>
        <w:separator/>
      </w:r>
    </w:p>
  </w:footnote>
  <w:footnote w:type="continuationSeparator" w:id="0">
    <w:p w14:paraId="6D784898" w14:textId="77777777" w:rsidR="0071532E" w:rsidRDefault="00715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4EFA"/>
    <w:rsid w:val="00255156"/>
    <w:rsid w:val="0025653C"/>
    <w:rsid w:val="0026114E"/>
    <w:rsid w:val="00261D39"/>
    <w:rsid w:val="00262963"/>
    <w:rsid w:val="002652EE"/>
    <w:rsid w:val="00266360"/>
    <w:rsid w:val="00271080"/>
    <w:rsid w:val="00273572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89B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225EE"/>
    <w:rsid w:val="00330494"/>
    <w:rsid w:val="00331628"/>
    <w:rsid w:val="0033463F"/>
    <w:rsid w:val="0034035C"/>
    <w:rsid w:val="00341309"/>
    <w:rsid w:val="00345736"/>
    <w:rsid w:val="00347E24"/>
    <w:rsid w:val="00350330"/>
    <w:rsid w:val="00351575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07FFA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2D5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27496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114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4A5D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972B1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5412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075E8"/>
    <w:rsid w:val="007104E2"/>
    <w:rsid w:val="00711305"/>
    <w:rsid w:val="00712B44"/>
    <w:rsid w:val="00712E84"/>
    <w:rsid w:val="00713952"/>
    <w:rsid w:val="0071532E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06BB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E6D40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34831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032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35F3"/>
    <w:rsid w:val="00B069D4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1C30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0B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2C6C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84A8F"/>
    <w:rsid w:val="00C930D9"/>
    <w:rsid w:val="00C93E9C"/>
    <w:rsid w:val="00CA1B66"/>
    <w:rsid w:val="00CA27FB"/>
    <w:rsid w:val="00CA4304"/>
    <w:rsid w:val="00CB0043"/>
    <w:rsid w:val="00CB0750"/>
    <w:rsid w:val="00CB0F51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9E8"/>
    <w:rsid w:val="00E55BF4"/>
    <w:rsid w:val="00E57ECF"/>
    <w:rsid w:val="00E636DA"/>
    <w:rsid w:val="00E64247"/>
    <w:rsid w:val="00E64F42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DF5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  <w:rsid w:val="00FF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FE387-4AC1-498F-B7CF-9CB985967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108</TotalTime>
  <Pages>1</Pages>
  <Words>115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842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43</cp:revision>
  <cp:lastPrinted>2023-09-06T06:20:00Z</cp:lastPrinted>
  <dcterms:created xsi:type="dcterms:W3CDTF">2023-09-05T07:25:00Z</dcterms:created>
  <dcterms:modified xsi:type="dcterms:W3CDTF">2023-09-25T09:07:00Z</dcterms:modified>
</cp:coreProperties>
</file>