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  <w:bookmarkStart w:id="0" w:name="_GoBack"/>
      <w:bookmarkEnd w:id="0"/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67C9FD4E" w:rsidR="000B5E2E" w:rsidRPr="00450DE8" w:rsidRDefault="0050097C" w:rsidP="00692F6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12A8E463" w:rsidR="000B5E2E" w:rsidRPr="00450DE8" w:rsidRDefault="00685678" w:rsidP="00692F6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E74574" w14:textId="250EBD70" w:rsidR="000B5E2E" w:rsidRPr="00450DE8" w:rsidRDefault="00685678" w:rsidP="00692F6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3EDE6551" w:rsidR="000B5E2E" w:rsidRPr="00450DE8" w:rsidRDefault="00685678" w:rsidP="00692F6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 классы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D5717E6" w:rsidR="000B5E2E" w:rsidRPr="00450DE8" w:rsidRDefault="00685678" w:rsidP="00692F67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сентября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613C9AC9" w:rsidR="000B5E2E" w:rsidRPr="00450DE8" w:rsidRDefault="0068567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25ED7D5C" w:rsidR="000B5E2E" w:rsidRPr="00450DE8" w:rsidRDefault="0068567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Шибаева Анна Михайловна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6958937C" w:rsidR="000B5E2E" w:rsidRPr="00450DE8" w:rsidRDefault="00685678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6E10714C" w:rsidR="000B5E2E" w:rsidRPr="00450DE8" w:rsidRDefault="00685678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B5E2E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6D0AEEC1" w:rsidR="000B5E2E" w:rsidRPr="00450DE8" w:rsidRDefault="0068567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1C14E9C3" w:rsidR="000B5E2E" w:rsidRPr="00450DE8" w:rsidRDefault="00685678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Позднякова Юлия Андреевна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061EFE5A" w:rsidR="000B5E2E" w:rsidRPr="00450DE8" w:rsidRDefault="00685678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07D77011" w:rsidR="000B5E2E" w:rsidRPr="00450DE8" w:rsidRDefault="00685678" w:rsidP="006856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CC23A" w14:textId="77777777" w:rsidR="00AC4E01" w:rsidRDefault="00AC4E01">
      <w:r>
        <w:separator/>
      </w:r>
    </w:p>
  </w:endnote>
  <w:endnote w:type="continuationSeparator" w:id="0">
    <w:p w14:paraId="20657F10" w14:textId="77777777" w:rsidR="00AC4E01" w:rsidRDefault="00AC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4C999" w14:textId="77777777" w:rsidR="00AC4E01" w:rsidRDefault="00AC4E01">
      <w:r>
        <w:separator/>
      </w:r>
    </w:p>
  </w:footnote>
  <w:footnote w:type="continuationSeparator" w:id="0">
    <w:p w14:paraId="25C5D77A" w14:textId="77777777" w:rsidR="00AC4E01" w:rsidRDefault="00AC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097C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85678"/>
    <w:rsid w:val="00692F67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4E01"/>
    <w:rsid w:val="00AC5B56"/>
    <w:rsid w:val="00AD1A45"/>
    <w:rsid w:val="00AD2EB4"/>
    <w:rsid w:val="00AD3F72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C3F1B-653B-4DDA-8D52-47EBA954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122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729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2023-09-25T08:53:00Z</dcterms:modified>
</cp:coreProperties>
</file>